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D1C00" w:rsidRDefault="00FD1C00">
      <w:pPr>
        <w:widowControl/>
        <w:spacing w:line="360" w:lineRule="auto"/>
        <w:ind w:right="480"/>
        <w:jc w:val="center"/>
        <w:rPr>
          <w:rFonts w:ascii="宋体" w:cs="宋体"/>
          <w:kern w:val="0"/>
          <w:sz w:val="24"/>
        </w:rPr>
      </w:pPr>
      <w:r>
        <w:rPr>
          <w:rStyle w:val="Heading1Char"/>
          <w:rFonts w:hint="eastAsia"/>
        </w:rPr>
        <w:t>实验室</w:t>
      </w:r>
      <w:r>
        <w:rPr>
          <w:rStyle w:val="Heading1Char"/>
        </w:rPr>
        <w:t>(</w:t>
      </w:r>
      <w:r>
        <w:rPr>
          <w:rStyle w:val="Heading1Char"/>
          <w:rFonts w:hint="eastAsia"/>
        </w:rPr>
        <w:t>实验设备</w:t>
      </w:r>
      <w:r>
        <w:rPr>
          <w:rStyle w:val="Heading1Char"/>
        </w:rPr>
        <w:t>)</w:t>
      </w:r>
      <w:r>
        <w:rPr>
          <w:rStyle w:val="Heading1Char"/>
          <w:rFonts w:hint="eastAsia"/>
        </w:rPr>
        <w:t>借用申请表</w:t>
      </w:r>
      <w:r>
        <w:rPr>
          <w:rFonts w:ascii="宋体" w:hAnsi="宋体" w:cs="宋体"/>
          <w:kern w:val="0"/>
          <w:sz w:val="24"/>
        </w:rPr>
        <w:t xml:space="preserve">                               </w:t>
      </w:r>
    </w:p>
    <w:tbl>
      <w:tblPr>
        <w:tblW w:w="0" w:type="auto"/>
        <w:jc w:val="center"/>
        <w:tblLayout w:type="fixed"/>
        <w:tblLook w:val="0000"/>
      </w:tblPr>
      <w:tblGrid>
        <w:gridCol w:w="1749"/>
        <w:gridCol w:w="1708"/>
        <w:gridCol w:w="1062"/>
        <w:gridCol w:w="818"/>
        <w:gridCol w:w="406"/>
        <w:gridCol w:w="1430"/>
        <w:gridCol w:w="2613"/>
      </w:tblGrid>
      <w:tr w:rsidR="00FD1C00">
        <w:trPr>
          <w:trHeight w:val="447"/>
          <w:jc w:val="center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申请人姓名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122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所属学院</w:t>
            </w:r>
          </w:p>
        </w:tc>
        <w:tc>
          <w:tcPr>
            <w:tcW w:w="26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D1C00">
        <w:trPr>
          <w:trHeight w:val="467"/>
          <w:jc w:val="center"/>
        </w:trPr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使用人</w:t>
            </w:r>
          </w:p>
        </w:tc>
        <w:tc>
          <w:tcPr>
            <w:tcW w:w="5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D1C00">
        <w:trPr>
          <w:trHeight w:val="845"/>
          <w:jc w:val="center"/>
        </w:trPr>
        <w:tc>
          <w:tcPr>
            <w:tcW w:w="17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借用实验室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实验室负责人</w:t>
            </w:r>
          </w:p>
        </w:tc>
        <w:tc>
          <w:tcPr>
            <w:tcW w:w="4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D1C00">
        <w:trPr>
          <w:trHeight w:val="1600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申请起止时间</w:t>
            </w:r>
          </w:p>
        </w:tc>
        <w:tc>
          <w:tcPr>
            <w:tcW w:w="80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FD1C00">
        <w:trPr>
          <w:trHeight w:val="2352"/>
          <w:jc w:val="center"/>
        </w:trPr>
        <w:tc>
          <w:tcPr>
            <w:tcW w:w="9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承诺：</w:t>
            </w:r>
          </w:p>
          <w:p w:rsidR="00FD1C00" w:rsidRDefault="00FD1C00">
            <w:pPr>
              <w:widowControl/>
              <w:numPr>
                <w:ilvl w:val="0"/>
                <w:numId w:val="1"/>
              </w:numPr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实验室钥匙应严格管理，不得私自配制或转借他人；一切无关人员不得随意进入实验室和动用实验仪器设备、工具及药品。</w:t>
            </w: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、个人不得以任何理由挤占实验室，不得存放与实验无关的任何物品。</w:t>
            </w: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、使用中要注意安全，严格遵守操作流程，节约水、电与其它消耗材料，保持实验室整洁，如损坏仪器设备等应立刻告知并按相关规定赔偿。</w:t>
            </w: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、使用完毕离开实验室前，要严格检查水、电、窗户及贵重物品，切断电源、火源、水源，切实做好防火、防盗、防水、防爆。</w:t>
            </w: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借用结束，请打扫好实验室卫生，及时归还钥匙等物品。若继续使用，则须另外申请开放时间。申请人必须接受以上条款方可申请使用实验室。</w:t>
            </w: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</w:p>
          <w:p w:rsidR="00FD1C00" w:rsidRDefault="00FD1C00">
            <w:pPr>
              <w:widowControl/>
              <w:spacing w:line="400" w:lineRule="atLeast"/>
              <w:rPr>
                <w:rFonts w:ascii="宋体" w:cs="宋体"/>
                <w:kern w:val="0"/>
                <w:sz w:val="24"/>
              </w:rPr>
            </w:pP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申请人签字：</w:t>
            </w: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FD1C00">
        <w:trPr>
          <w:trHeight w:val="1536"/>
          <w:jc w:val="center"/>
        </w:trPr>
        <w:tc>
          <w:tcPr>
            <w:tcW w:w="9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学院审核意见：</w:t>
            </w:r>
          </w:p>
          <w:p w:rsidR="00FD1C00" w:rsidRDefault="00FD1C00">
            <w:pPr>
              <w:widowControl/>
              <w:spacing w:line="400" w:lineRule="atLeast"/>
              <w:jc w:val="left"/>
              <w:rPr>
                <w:rFonts w:ascii="宋体" w:cs="宋体"/>
                <w:kern w:val="0"/>
                <w:sz w:val="24"/>
              </w:rPr>
            </w:pP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负责人签字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FD1C00">
        <w:trPr>
          <w:trHeight w:val="1536"/>
          <w:jc w:val="center"/>
        </w:trPr>
        <w:tc>
          <w:tcPr>
            <w:tcW w:w="9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C00" w:rsidRDefault="00FD1C00">
            <w:pPr>
              <w:widowControl/>
              <w:spacing w:line="400" w:lineRule="atLeas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设备处审核意见：</w:t>
            </w:r>
          </w:p>
          <w:p w:rsidR="00FD1C00" w:rsidRDefault="00FD1C00">
            <w:pPr>
              <w:widowControl/>
              <w:spacing w:line="400" w:lineRule="atLeast"/>
              <w:jc w:val="left"/>
              <w:rPr>
                <w:rFonts w:ascii="宋体" w:cs="宋体"/>
                <w:kern w:val="0"/>
                <w:sz w:val="24"/>
              </w:rPr>
            </w:pP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负责人签字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FD1C00" w:rsidRDefault="00FD1C00">
            <w:pPr>
              <w:widowControl/>
              <w:spacing w:line="40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:rsidR="00FD1C00" w:rsidRDefault="00FD1C00">
      <w:r>
        <w:rPr>
          <w:rFonts w:hint="eastAsia"/>
        </w:rPr>
        <w:t>注：本表一式两份，一份实验室管理人员保存，一份申请人保存。</w:t>
      </w:r>
    </w:p>
    <w:sectPr w:rsidR="00FD1C00" w:rsidSect="0089295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065"/>
    <w:multiLevelType w:val="singleLevel"/>
    <w:tmpl w:val="56930065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BD2"/>
    <w:rsid w:val="00000F30"/>
    <w:rsid w:val="00002FD7"/>
    <w:rsid w:val="00006B16"/>
    <w:rsid w:val="000110BC"/>
    <w:rsid w:val="00016603"/>
    <w:rsid w:val="00021476"/>
    <w:rsid w:val="000B6651"/>
    <w:rsid w:val="000E50B3"/>
    <w:rsid w:val="000F75CC"/>
    <w:rsid w:val="0012244F"/>
    <w:rsid w:val="001232C1"/>
    <w:rsid w:val="00146DBC"/>
    <w:rsid w:val="001562D5"/>
    <w:rsid w:val="00162514"/>
    <w:rsid w:val="00186BF4"/>
    <w:rsid w:val="0019098E"/>
    <w:rsid w:val="001913CB"/>
    <w:rsid w:val="00194A0B"/>
    <w:rsid w:val="001B68C0"/>
    <w:rsid w:val="001B71D1"/>
    <w:rsid w:val="001D535B"/>
    <w:rsid w:val="001E5088"/>
    <w:rsid w:val="00204718"/>
    <w:rsid w:val="002107EA"/>
    <w:rsid w:val="00210AF5"/>
    <w:rsid w:val="00215136"/>
    <w:rsid w:val="002464AD"/>
    <w:rsid w:val="0025201A"/>
    <w:rsid w:val="00261B97"/>
    <w:rsid w:val="002626DA"/>
    <w:rsid w:val="00264DA5"/>
    <w:rsid w:val="00267424"/>
    <w:rsid w:val="00270DF4"/>
    <w:rsid w:val="00281E2E"/>
    <w:rsid w:val="002839A1"/>
    <w:rsid w:val="00287952"/>
    <w:rsid w:val="00293D6B"/>
    <w:rsid w:val="002A3329"/>
    <w:rsid w:val="002C5069"/>
    <w:rsid w:val="002D5DB3"/>
    <w:rsid w:val="002E5E02"/>
    <w:rsid w:val="002E7009"/>
    <w:rsid w:val="002F5B32"/>
    <w:rsid w:val="00313CF7"/>
    <w:rsid w:val="00326975"/>
    <w:rsid w:val="003325A2"/>
    <w:rsid w:val="00345E07"/>
    <w:rsid w:val="00364255"/>
    <w:rsid w:val="003A5B7B"/>
    <w:rsid w:val="003B0281"/>
    <w:rsid w:val="003B3260"/>
    <w:rsid w:val="003B760F"/>
    <w:rsid w:val="003C69DB"/>
    <w:rsid w:val="003D0031"/>
    <w:rsid w:val="003D3263"/>
    <w:rsid w:val="003E7DCB"/>
    <w:rsid w:val="00426FCC"/>
    <w:rsid w:val="00433593"/>
    <w:rsid w:val="00437936"/>
    <w:rsid w:val="00440EB6"/>
    <w:rsid w:val="004430AD"/>
    <w:rsid w:val="00443B03"/>
    <w:rsid w:val="004661EC"/>
    <w:rsid w:val="00472784"/>
    <w:rsid w:val="00485294"/>
    <w:rsid w:val="004871EC"/>
    <w:rsid w:val="00494ED5"/>
    <w:rsid w:val="004B27BB"/>
    <w:rsid w:val="004D1BF5"/>
    <w:rsid w:val="004D30E2"/>
    <w:rsid w:val="004E7288"/>
    <w:rsid w:val="004F2AB8"/>
    <w:rsid w:val="005266FB"/>
    <w:rsid w:val="00584D67"/>
    <w:rsid w:val="005954F7"/>
    <w:rsid w:val="00595AE8"/>
    <w:rsid w:val="005E4C22"/>
    <w:rsid w:val="005F37F3"/>
    <w:rsid w:val="005F3BA2"/>
    <w:rsid w:val="005F52C1"/>
    <w:rsid w:val="006061BA"/>
    <w:rsid w:val="00606238"/>
    <w:rsid w:val="00606A59"/>
    <w:rsid w:val="006117EF"/>
    <w:rsid w:val="00611CE0"/>
    <w:rsid w:val="00657DDC"/>
    <w:rsid w:val="00675BD2"/>
    <w:rsid w:val="00685F1A"/>
    <w:rsid w:val="00697C04"/>
    <w:rsid w:val="006A085D"/>
    <w:rsid w:val="006A1B93"/>
    <w:rsid w:val="006B16EC"/>
    <w:rsid w:val="006C1504"/>
    <w:rsid w:val="006D0B01"/>
    <w:rsid w:val="00705484"/>
    <w:rsid w:val="00722F1B"/>
    <w:rsid w:val="00723704"/>
    <w:rsid w:val="00734335"/>
    <w:rsid w:val="007427EE"/>
    <w:rsid w:val="00750BA2"/>
    <w:rsid w:val="00796458"/>
    <w:rsid w:val="0079748A"/>
    <w:rsid w:val="007A05FE"/>
    <w:rsid w:val="007B2C7B"/>
    <w:rsid w:val="007C0B0D"/>
    <w:rsid w:val="007E279B"/>
    <w:rsid w:val="007E4AF2"/>
    <w:rsid w:val="0081368A"/>
    <w:rsid w:val="0081751D"/>
    <w:rsid w:val="00835980"/>
    <w:rsid w:val="0083767A"/>
    <w:rsid w:val="00844FA9"/>
    <w:rsid w:val="00866793"/>
    <w:rsid w:val="00885D36"/>
    <w:rsid w:val="00892952"/>
    <w:rsid w:val="00895932"/>
    <w:rsid w:val="00896704"/>
    <w:rsid w:val="008A68D0"/>
    <w:rsid w:val="008C2D72"/>
    <w:rsid w:val="008C7D92"/>
    <w:rsid w:val="008D4E2C"/>
    <w:rsid w:val="008D7FF8"/>
    <w:rsid w:val="009051B3"/>
    <w:rsid w:val="00914F90"/>
    <w:rsid w:val="0092743D"/>
    <w:rsid w:val="00927E0A"/>
    <w:rsid w:val="00943A02"/>
    <w:rsid w:val="0095230C"/>
    <w:rsid w:val="009606D1"/>
    <w:rsid w:val="00967E03"/>
    <w:rsid w:val="00967E0D"/>
    <w:rsid w:val="009A02BB"/>
    <w:rsid w:val="009A2A33"/>
    <w:rsid w:val="009A39DC"/>
    <w:rsid w:val="009C15B6"/>
    <w:rsid w:val="009D352F"/>
    <w:rsid w:val="009F5A9A"/>
    <w:rsid w:val="00A0146E"/>
    <w:rsid w:val="00A02CBC"/>
    <w:rsid w:val="00A1728B"/>
    <w:rsid w:val="00A5329D"/>
    <w:rsid w:val="00A54F59"/>
    <w:rsid w:val="00A60E0F"/>
    <w:rsid w:val="00A6781A"/>
    <w:rsid w:val="00A772EB"/>
    <w:rsid w:val="00A93349"/>
    <w:rsid w:val="00A93EE0"/>
    <w:rsid w:val="00AD0227"/>
    <w:rsid w:val="00AD37CA"/>
    <w:rsid w:val="00AF3BE5"/>
    <w:rsid w:val="00B11B48"/>
    <w:rsid w:val="00B16DDD"/>
    <w:rsid w:val="00B254DC"/>
    <w:rsid w:val="00B34070"/>
    <w:rsid w:val="00B45D9B"/>
    <w:rsid w:val="00B517BF"/>
    <w:rsid w:val="00B60F4F"/>
    <w:rsid w:val="00B81779"/>
    <w:rsid w:val="00B9116C"/>
    <w:rsid w:val="00BB2E12"/>
    <w:rsid w:val="00BB7ADF"/>
    <w:rsid w:val="00BC51AA"/>
    <w:rsid w:val="00BD0084"/>
    <w:rsid w:val="00BE0B03"/>
    <w:rsid w:val="00BE3F73"/>
    <w:rsid w:val="00BF2CB7"/>
    <w:rsid w:val="00C32C7F"/>
    <w:rsid w:val="00C40908"/>
    <w:rsid w:val="00C419ED"/>
    <w:rsid w:val="00C443FB"/>
    <w:rsid w:val="00C644FD"/>
    <w:rsid w:val="00C7312B"/>
    <w:rsid w:val="00CA4FD4"/>
    <w:rsid w:val="00CD1663"/>
    <w:rsid w:val="00D3287C"/>
    <w:rsid w:val="00D44847"/>
    <w:rsid w:val="00D65125"/>
    <w:rsid w:val="00D65D3A"/>
    <w:rsid w:val="00D734CC"/>
    <w:rsid w:val="00DA0F62"/>
    <w:rsid w:val="00DA5F00"/>
    <w:rsid w:val="00DA6B8C"/>
    <w:rsid w:val="00DB35C3"/>
    <w:rsid w:val="00E0689B"/>
    <w:rsid w:val="00E1690D"/>
    <w:rsid w:val="00E16B5B"/>
    <w:rsid w:val="00E605AA"/>
    <w:rsid w:val="00E63B4A"/>
    <w:rsid w:val="00E646B3"/>
    <w:rsid w:val="00E6697D"/>
    <w:rsid w:val="00E82B9F"/>
    <w:rsid w:val="00E96CE9"/>
    <w:rsid w:val="00EA20B9"/>
    <w:rsid w:val="00EA39AB"/>
    <w:rsid w:val="00ED1729"/>
    <w:rsid w:val="00ED22C7"/>
    <w:rsid w:val="00EE1C19"/>
    <w:rsid w:val="00EE740C"/>
    <w:rsid w:val="00EF276A"/>
    <w:rsid w:val="00F274FD"/>
    <w:rsid w:val="00F3578C"/>
    <w:rsid w:val="00F47874"/>
    <w:rsid w:val="00F503B3"/>
    <w:rsid w:val="00F529E8"/>
    <w:rsid w:val="00F82652"/>
    <w:rsid w:val="00F97FC8"/>
    <w:rsid w:val="00FC7676"/>
    <w:rsid w:val="00FD117B"/>
    <w:rsid w:val="00FD1C00"/>
    <w:rsid w:val="00FE37B4"/>
    <w:rsid w:val="00FF35E4"/>
    <w:rsid w:val="10E469D4"/>
    <w:rsid w:val="5CC1354A"/>
    <w:rsid w:val="7BDF272F"/>
    <w:rsid w:val="7CB7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952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2952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2952"/>
    <w:rPr>
      <w:b/>
      <w:kern w:val="44"/>
      <w:sz w:val="44"/>
    </w:rPr>
  </w:style>
  <w:style w:type="paragraph" w:customStyle="1" w:styleId="p0">
    <w:name w:val="p0"/>
    <w:basedOn w:val="Normal"/>
    <w:uiPriority w:val="99"/>
    <w:rsid w:val="00892952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94</Words>
  <Characters>538</Characters>
  <Application>Microsoft Office Outlook</Application>
  <DocSecurity>0</DocSecurity>
  <Lines>0</Lines>
  <Paragraphs>0</Paragraphs>
  <ScaleCrop>false</ScaleCrop>
  <Company>bit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党员个人基本情况登记表</dc:title>
  <dc:subject/>
  <dc:creator>User</dc:creator>
  <cp:keywords/>
  <dc:description/>
  <cp:lastModifiedBy>微软中国</cp:lastModifiedBy>
  <cp:revision>2</cp:revision>
  <cp:lastPrinted>2016-11-29T08:12:00Z</cp:lastPrinted>
  <dcterms:created xsi:type="dcterms:W3CDTF">2016-12-13T02:01:00Z</dcterms:created>
  <dcterms:modified xsi:type="dcterms:W3CDTF">2016-12-13T02:01:00Z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